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Детский сад №28 «Лесная сказка»</w:t>
      </w: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Чайковский, Пермский край</w:t>
      </w: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Конспект подгруппового занятия по звукопроизношению в старшей группе</w:t>
      </w: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D3749">
        <w:rPr>
          <w:rFonts w:ascii="Times New Roman" w:hAnsi="Times New Roman"/>
          <w:bCs/>
          <w:sz w:val="28"/>
          <w:szCs w:val="28"/>
        </w:rPr>
        <w:t>Тема  занятия</w:t>
      </w:r>
      <w:r>
        <w:rPr>
          <w:rFonts w:ascii="Times New Roman" w:hAnsi="Times New Roman"/>
          <w:bCs/>
          <w:sz w:val="28"/>
          <w:szCs w:val="28"/>
        </w:rPr>
        <w:t>:</w:t>
      </w:r>
      <w:r w:rsidRPr="003D3749">
        <w:rPr>
          <w:rFonts w:ascii="Times New Roman" w:hAnsi="Times New Roman"/>
          <w:bCs/>
          <w:sz w:val="28"/>
          <w:szCs w:val="28"/>
        </w:rPr>
        <w:t xml:space="preserve"> </w:t>
      </w:r>
    </w:p>
    <w:p w:rsidR="00AA448F" w:rsidRPr="00817285" w:rsidRDefault="00AA448F" w:rsidP="003D37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285">
        <w:rPr>
          <w:rFonts w:ascii="Times New Roman" w:hAnsi="Times New Roman"/>
          <w:b/>
          <w:bCs/>
          <w:sz w:val="28"/>
          <w:szCs w:val="28"/>
        </w:rPr>
        <w:t xml:space="preserve"> «Встречаем друзей» </w:t>
      </w: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285">
        <w:rPr>
          <w:rFonts w:ascii="Times New Roman" w:hAnsi="Times New Roman"/>
          <w:b/>
          <w:bCs/>
          <w:sz w:val="28"/>
          <w:szCs w:val="28"/>
        </w:rPr>
        <w:t>(Автоматизация звука «Ш»)</w:t>
      </w:r>
    </w:p>
    <w:p w:rsidR="00AA448F" w:rsidRPr="00817285" w:rsidRDefault="00AA448F" w:rsidP="003D37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448F" w:rsidRPr="003D3749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8A61C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п</w:t>
      </w:r>
      <w:r w:rsidRPr="003D3749">
        <w:rPr>
          <w:rFonts w:ascii="Times New Roman" w:hAnsi="Times New Roman"/>
          <w:bCs/>
          <w:sz w:val="28"/>
          <w:szCs w:val="28"/>
        </w:rPr>
        <w:t>одготовила учитель-логопед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A448F" w:rsidRDefault="00AA448F" w:rsidP="003D3749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высшей квалификационной категории</w:t>
      </w:r>
      <w:r w:rsidRPr="003D3749">
        <w:rPr>
          <w:rFonts w:ascii="Times New Roman" w:hAnsi="Times New Roman"/>
          <w:bCs/>
          <w:sz w:val="28"/>
          <w:szCs w:val="28"/>
        </w:rPr>
        <w:t xml:space="preserve"> </w:t>
      </w:r>
    </w:p>
    <w:p w:rsidR="00AA448F" w:rsidRPr="003D3749" w:rsidRDefault="00AA448F" w:rsidP="003D3749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3D3749">
        <w:rPr>
          <w:rFonts w:ascii="Times New Roman" w:hAnsi="Times New Roman"/>
          <w:bCs/>
          <w:sz w:val="28"/>
          <w:szCs w:val="28"/>
        </w:rPr>
        <w:t>Гоголева Светлана Алексеевна</w:t>
      </w: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3D37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448F" w:rsidRDefault="00AA448F" w:rsidP="008172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2016г.</w:t>
      </w:r>
    </w:p>
    <w:p w:rsidR="00AA448F" w:rsidRDefault="00AA448F" w:rsidP="007174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AA448F" w:rsidRDefault="00AA448F" w:rsidP="0081728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AB1799">
        <w:rPr>
          <w:rFonts w:ascii="Times New Roman" w:hAnsi="Times New Roman"/>
          <w:b/>
          <w:bCs/>
          <w:sz w:val="28"/>
          <w:szCs w:val="28"/>
          <w:u w:val="single"/>
        </w:rPr>
        <w:t xml:space="preserve">Тема  занятия </w:t>
      </w:r>
    </w:p>
    <w:p w:rsidR="00AA448F" w:rsidRPr="00817285" w:rsidRDefault="00AA448F" w:rsidP="008172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285">
        <w:rPr>
          <w:rFonts w:ascii="Times New Roman" w:hAnsi="Times New Roman"/>
          <w:bCs/>
          <w:sz w:val="28"/>
          <w:szCs w:val="28"/>
        </w:rPr>
        <w:t>«Встречаем друзей»</w:t>
      </w:r>
    </w:p>
    <w:p w:rsidR="00AA448F" w:rsidRPr="00817285" w:rsidRDefault="00AA448F" w:rsidP="008172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285">
        <w:rPr>
          <w:rFonts w:ascii="Times New Roman" w:hAnsi="Times New Roman"/>
          <w:bCs/>
          <w:sz w:val="28"/>
          <w:szCs w:val="28"/>
        </w:rPr>
        <w:t>(Автоматизация звука «Ш»)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B1799">
        <w:rPr>
          <w:rFonts w:ascii="Times New Roman" w:hAnsi="Times New Roman"/>
          <w:b/>
          <w:bCs/>
          <w:sz w:val="28"/>
          <w:szCs w:val="28"/>
          <w:u w:val="single"/>
        </w:rPr>
        <w:t xml:space="preserve">Цели: </w:t>
      </w:r>
    </w:p>
    <w:p w:rsidR="00AA448F" w:rsidRPr="00AB1799" w:rsidRDefault="00AA448F" w:rsidP="00EA01F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i/>
          <w:iCs/>
          <w:sz w:val="28"/>
          <w:szCs w:val="28"/>
        </w:rPr>
        <w:t>Коррекционные</w:t>
      </w:r>
      <w:r w:rsidRPr="00AB1799">
        <w:rPr>
          <w:rFonts w:ascii="Times New Roman" w:hAnsi="Times New Roman"/>
          <w:sz w:val="28"/>
          <w:szCs w:val="28"/>
        </w:rPr>
        <w:t xml:space="preserve">: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закрепление навыка правильного произношения звука  «Ш» 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автоматизация изолированного звука;</w:t>
      </w:r>
      <w:r w:rsidRPr="00AB179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автоматизация звука</w:t>
      </w:r>
      <w:r w:rsidRPr="00AB179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B1799">
        <w:rPr>
          <w:rFonts w:ascii="Times New Roman" w:hAnsi="Times New Roman"/>
          <w:sz w:val="28"/>
          <w:szCs w:val="28"/>
        </w:rPr>
        <w:t>в слогах;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автоматизация звука в словах;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автоматизация звука</w:t>
      </w:r>
      <w:r w:rsidRPr="00AB179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B1799">
        <w:rPr>
          <w:rFonts w:ascii="Times New Roman" w:hAnsi="Times New Roman"/>
          <w:sz w:val="28"/>
          <w:szCs w:val="28"/>
        </w:rPr>
        <w:t>в предложении;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автоматизация звука в связной речи;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формирования навыка самоконтроля за собственной речью.</w:t>
      </w:r>
    </w:p>
    <w:p w:rsidR="00AA448F" w:rsidRPr="00AB1799" w:rsidRDefault="00AA448F" w:rsidP="00EA01F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i/>
          <w:iCs/>
          <w:sz w:val="28"/>
          <w:szCs w:val="28"/>
        </w:rPr>
        <w:t>Развивающие</w:t>
      </w:r>
      <w:r w:rsidRPr="00AB1799">
        <w:rPr>
          <w:rFonts w:ascii="Times New Roman" w:hAnsi="Times New Roman"/>
          <w:sz w:val="28"/>
          <w:szCs w:val="28"/>
        </w:rPr>
        <w:t xml:space="preserve">: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развитие артикуляционной и мелкой моторики;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развитие фонематического слуха;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развитие зрительного гнозиса;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развитие внимания, памяти, мышления;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развитие навыка пользования ПК. </w:t>
      </w:r>
    </w:p>
    <w:p w:rsidR="00AA448F" w:rsidRPr="00AB1799" w:rsidRDefault="00AA448F" w:rsidP="00EA01F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i/>
          <w:iCs/>
          <w:sz w:val="28"/>
          <w:szCs w:val="28"/>
        </w:rPr>
        <w:t>Воспитательные</w:t>
      </w:r>
      <w:r w:rsidRPr="00AB1799">
        <w:rPr>
          <w:rFonts w:ascii="Times New Roman" w:hAnsi="Times New Roman"/>
          <w:sz w:val="28"/>
          <w:szCs w:val="28"/>
        </w:rPr>
        <w:t xml:space="preserve">: </w:t>
      </w:r>
    </w:p>
    <w:p w:rsidR="00AA448F" w:rsidRPr="00AB1799" w:rsidRDefault="00AA448F" w:rsidP="00EA01F4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воспитание  усидчивости, умения доводить начатое дело до конца. 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B1799">
        <w:rPr>
          <w:rFonts w:ascii="Times New Roman" w:hAnsi="Times New Roman"/>
          <w:b/>
          <w:bCs/>
          <w:sz w:val="28"/>
          <w:szCs w:val="28"/>
          <w:u w:val="single"/>
        </w:rPr>
        <w:t>Оборудование:</w:t>
      </w:r>
      <w:r w:rsidRPr="00AB179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A448F" w:rsidRPr="00AB1799" w:rsidRDefault="00AA448F" w:rsidP="00EA01F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B1799">
        <w:rPr>
          <w:sz w:val="28"/>
          <w:szCs w:val="28"/>
        </w:rPr>
        <w:t>Мягкие игрушки– кошка  Пуша</w:t>
      </w:r>
      <w:r>
        <w:rPr>
          <w:sz w:val="28"/>
          <w:szCs w:val="28"/>
        </w:rPr>
        <w:t xml:space="preserve">, мышка  </w:t>
      </w:r>
      <w:r w:rsidRPr="00AB1799">
        <w:rPr>
          <w:sz w:val="28"/>
          <w:szCs w:val="28"/>
        </w:rPr>
        <w:t>Шуня;</w:t>
      </w:r>
    </w:p>
    <w:p w:rsidR="00AA448F" w:rsidRPr="00AB1799" w:rsidRDefault="00AA448F" w:rsidP="00EA01F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B1799">
        <w:rPr>
          <w:sz w:val="28"/>
          <w:szCs w:val="28"/>
        </w:rPr>
        <w:t>Презентация «Автоматизация звука «Ш»»;</w:t>
      </w:r>
    </w:p>
    <w:p w:rsidR="00AA448F" w:rsidRPr="00AB1799" w:rsidRDefault="00AA448F" w:rsidP="00EA01F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B1799">
        <w:rPr>
          <w:sz w:val="28"/>
          <w:szCs w:val="28"/>
        </w:rPr>
        <w:t xml:space="preserve">Индивидуальное </w:t>
      </w:r>
      <w:r>
        <w:rPr>
          <w:sz w:val="28"/>
          <w:szCs w:val="28"/>
        </w:rPr>
        <w:t>зеркало.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AB1799">
        <w:rPr>
          <w:rFonts w:ascii="Times New Roman" w:hAnsi="Times New Roman"/>
          <w:b/>
          <w:sz w:val="28"/>
          <w:szCs w:val="28"/>
          <w:u w:val="single"/>
        </w:rPr>
        <w:t>Ход занятия:</w:t>
      </w:r>
    </w:p>
    <w:p w:rsidR="00AA448F" w:rsidRPr="00AB1799" w:rsidRDefault="00AA448F" w:rsidP="00EA01F4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AB1799">
        <w:rPr>
          <w:b/>
          <w:sz w:val="28"/>
          <w:szCs w:val="28"/>
        </w:rPr>
        <w:t>Организационный момент.</w:t>
      </w:r>
    </w:p>
    <w:p w:rsidR="00AA448F" w:rsidRPr="00AB1799" w:rsidRDefault="00AA448F" w:rsidP="00EA01F4">
      <w:pPr>
        <w:pStyle w:val="ListParagraph"/>
        <w:rPr>
          <w:sz w:val="28"/>
          <w:szCs w:val="28"/>
        </w:rPr>
      </w:pPr>
      <w:r w:rsidRPr="00AB1799">
        <w:rPr>
          <w:sz w:val="28"/>
          <w:szCs w:val="28"/>
        </w:rPr>
        <w:t xml:space="preserve">Логопед: 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Отгадай</w:t>
      </w:r>
      <w:r>
        <w:rPr>
          <w:rFonts w:ascii="Times New Roman" w:hAnsi="Times New Roman"/>
          <w:sz w:val="28"/>
          <w:szCs w:val="28"/>
        </w:rPr>
        <w:t xml:space="preserve">те </w:t>
      </w:r>
      <w:r w:rsidRPr="00AB1799">
        <w:rPr>
          <w:rFonts w:ascii="Times New Roman" w:hAnsi="Times New Roman"/>
          <w:sz w:val="28"/>
          <w:szCs w:val="28"/>
        </w:rPr>
        <w:t xml:space="preserve"> загадку</w:t>
      </w:r>
      <w:r>
        <w:rPr>
          <w:rFonts w:ascii="Times New Roman" w:hAnsi="Times New Roman"/>
          <w:sz w:val="28"/>
          <w:szCs w:val="28"/>
        </w:rPr>
        <w:t xml:space="preserve"> и вы узнаете</w:t>
      </w:r>
      <w:r w:rsidRPr="00AB1799">
        <w:rPr>
          <w:rFonts w:ascii="Times New Roman" w:hAnsi="Times New Roman"/>
          <w:sz w:val="28"/>
          <w:szCs w:val="28"/>
        </w:rPr>
        <w:t xml:space="preserve">, кто пришёл к нам в гости: </w:t>
      </w:r>
    </w:p>
    <w:p w:rsidR="00AA448F" w:rsidRPr="00AB1799" w:rsidRDefault="00AA448F" w:rsidP="00EA01F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i/>
          <w:sz w:val="28"/>
          <w:szCs w:val="28"/>
        </w:rPr>
        <w:t>У кого усатая,</w:t>
      </w:r>
      <w:r w:rsidRPr="00AB1799">
        <w:rPr>
          <w:rFonts w:ascii="Times New Roman" w:hAnsi="Times New Roman"/>
          <w:sz w:val="28"/>
          <w:szCs w:val="28"/>
        </w:rPr>
        <w:t xml:space="preserve"> </w:t>
      </w:r>
      <w:r w:rsidRPr="00AB1799">
        <w:rPr>
          <w:rFonts w:ascii="Times New Roman" w:hAnsi="Times New Roman"/>
          <w:i/>
          <w:sz w:val="28"/>
          <w:szCs w:val="28"/>
        </w:rPr>
        <w:t>мордочка полосатая,</w:t>
      </w:r>
    </w:p>
    <w:p w:rsidR="00AA448F" w:rsidRPr="00AB1799" w:rsidRDefault="00AA448F" w:rsidP="00EA01F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i/>
          <w:sz w:val="28"/>
          <w:szCs w:val="28"/>
        </w:rPr>
        <w:t>Спинка, словно мостик,</w:t>
      </w:r>
    </w:p>
    <w:p w:rsidR="00AA448F" w:rsidRPr="00AB1799" w:rsidRDefault="00AA448F" w:rsidP="00EA01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i/>
          <w:sz w:val="28"/>
          <w:szCs w:val="28"/>
        </w:rPr>
        <w:t>За мостиком пушистый  хвостик?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Правильно, это кошка. А зовут её Пуша (</w:t>
      </w:r>
      <w:r w:rsidRPr="00AB1799">
        <w:rPr>
          <w:rFonts w:ascii="Times New Roman" w:hAnsi="Times New Roman"/>
          <w:i/>
          <w:sz w:val="28"/>
          <w:szCs w:val="28"/>
        </w:rPr>
        <w:t>логопед достаёт игрушку – кошку</w:t>
      </w:r>
      <w:r w:rsidRPr="00AB1799">
        <w:rPr>
          <w:rFonts w:ascii="Times New Roman" w:hAnsi="Times New Roman"/>
          <w:sz w:val="28"/>
          <w:szCs w:val="28"/>
        </w:rPr>
        <w:t>).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Пуша приглашае</w:t>
      </w:r>
      <w:r>
        <w:rPr>
          <w:rFonts w:ascii="Times New Roman" w:hAnsi="Times New Roman"/>
          <w:sz w:val="28"/>
          <w:szCs w:val="28"/>
        </w:rPr>
        <w:t>т вас</w:t>
      </w:r>
      <w:r w:rsidRPr="00AB1799">
        <w:rPr>
          <w:rFonts w:ascii="Times New Roman" w:hAnsi="Times New Roman"/>
          <w:sz w:val="28"/>
          <w:szCs w:val="28"/>
        </w:rPr>
        <w:t xml:space="preserve"> поиграть.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448F" w:rsidRPr="00AB1799" w:rsidRDefault="00AA448F" w:rsidP="00EA01F4">
      <w:pPr>
        <w:pStyle w:val="ListParagraph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B1799">
        <w:rPr>
          <w:b/>
          <w:bCs/>
          <w:spacing w:val="-5"/>
          <w:sz w:val="28"/>
          <w:szCs w:val="28"/>
        </w:rPr>
        <w:t>Пальчиковая игра «Расскажу про кошку».</w:t>
      </w:r>
    </w:p>
    <w:p w:rsidR="00AA448F" w:rsidRDefault="00AA448F" w:rsidP="00EA01F4">
      <w:pPr>
        <w:shd w:val="clear" w:color="auto" w:fill="FFFFFF"/>
        <w:tabs>
          <w:tab w:val="left" w:pos="356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AA448F" w:rsidSect="008D602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AB1799">
        <w:rPr>
          <w:rFonts w:ascii="Times New Roman" w:hAnsi="Times New Roman"/>
          <w:sz w:val="28"/>
          <w:szCs w:val="28"/>
        </w:rPr>
        <w:t xml:space="preserve">   </w:t>
      </w:r>
    </w:p>
    <w:p w:rsidR="00AA448F" w:rsidRPr="00AB1799" w:rsidRDefault="00AA448F" w:rsidP="00EA01F4">
      <w:pPr>
        <w:shd w:val="clear" w:color="auto" w:fill="FFFFFF"/>
        <w:tabs>
          <w:tab w:val="left" w:pos="35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B1799">
        <w:rPr>
          <w:rFonts w:ascii="Times New Roman" w:hAnsi="Times New Roman"/>
          <w:sz w:val="28"/>
          <w:szCs w:val="28"/>
        </w:rPr>
        <w:t>Подставляй ладошку,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pacing w:val="-6"/>
          <w:sz w:val="28"/>
          <w:szCs w:val="28"/>
        </w:rPr>
        <w:t>Вытягивают вперед руку ладош-</w:t>
      </w:r>
    </w:p>
    <w:p w:rsidR="00AA448F" w:rsidRPr="00AB1799" w:rsidRDefault="00AA448F" w:rsidP="00EA01F4">
      <w:pPr>
        <w:shd w:val="clear" w:color="auto" w:fill="FFFFFF"/>
        <w:spacing w:after="0" w:line="240" w:lineRule="auto"/>
        <w:ind w:left="3557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i/>
          <w:iCs/>
          <w:sz w:val="28"/>
          <w:szCs w:val="28"/>
        </w:rPr>
        <w:t>кой вверх.</w:t>
      </w:r>
    </w:p>
    <w:p w:rsidR="00AA448F" w:rsidRPr="00AB1799" w:rsidRDefault="00AA448F" w:rsidP="00EA01F4">
      <w:pPr>
        <w:shd w:val="clear" w:color="auto" w:fill="FFFFFF"/>
        <w:tabs>
          <w:tab w:val="left" w:pos="3557"/>
        </w:tabs>
        <w:spacing w:after="0" w:line="240" w:lineRule="auto"/>
        <w:ind w:left="168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Расскажу про кошку.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z w:val="28"/>
          <w:szCs w:val="28"/>
        </w:rPr>
        <w:t>Гладят ладонь другой рукой.</w:t>
      </w:r>
    </w:p>
    <w:p w:rsidR="00AA448F" w:rsidRPr="00AB1799" w:rsidRDefault="00AA448F" w:rsidP="00EA01F4">
      <w:pPr>
        <w:shd w:val="clear" w:color="auto" w:fill="FFFFFF"/>
        <w:tabs>
          <w:tab w:val="left" w:pos="3552"/>
        </w:tabs>
        <w:spacing w:after="0" w:line="240" w:lineRule="auto"/>
        <w:ind w:left="163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Будем пальчики считать?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z w:val="28"/>
          <w:szCs w:val="28"/>
        </w:rPr>
        <w:t>Шевелят пальчиками.</w:t>
      </w:r>
    </w:p>
    <w:p w:rsidR="00AA448F" w:rsidRPr="00AB1799" w:rsidRDefault="00AA448F" w:rsidP="00817285">
      <w:pPr>
        <w:shd w:val="clear" w:color="auto" w:fill="FFFFFF"/>
        <w:tabs>
          <w:tab w:val="left" w:pos="3566"/>
        </w:tabs>
        <w:spacing w:after="0" w:line="240" w:lineRule="auto"/>
        <w:ind w:left="158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Будем пальчики считать!</w:t>
      </w:r>
      <w:r w:rsidRPr="00AB179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iCs/>
          <w:spacing w:val="-5"/>
          <w:sz w:val="28"/>
          <w:szCs w:val="28"/>
        </w:rPr>
        <w:t>Сжимают пальцы в кулак и раз</w:t>
      </w:r>
      <w:r w:rsidRPr="00AB1799">
        <w:rPr>
          <w:rFonts w:ascii="Times New Roman" w:hAnsi="Times New Roman"/>
          <w:i/>
          <w:iCs/>
          <w:sz w:val="28"/>
          <w:szCs w:val="28"/>
        </w:rPr>
        <w:t>жимают их.</w:t>
      </w:r>
    </w:p>
    <w:p w:rsidR="00AA448F" w:rsidRPr="00AB1799" w:rsidRDefault="00AA448F" w:rsidP="00EA01F4">
      <w:pPr>
        <w:shd w:val="clear" w:color="auto" w:fill="FFFFFF"/>
        <w:tabs>
          <w:tab w:val="left" w:pos="3538"/>
        </w:tabs>
        <w:spacing w:after="0" w:line="240" w:lineRule="auto"/>
        <w:ind w:left="144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Раз-два-три-четыре-пять!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pacing w:val="-2"/>
          <w:sz w:val="28"/>
          <w:szCs w:val="28"/>
        </w:rPr>
        <w:t>Поочередно загибают пальчики</w:t>
      </w:r>
    </w:p>
    <w:p w:rsidR="00AA448F" w:rsidRPr="00AB1799" w:rsidRDefault="00AA448F" w:rsidP="00EA01F4">
      <w:pPr>
        <w:shd w:val="clear" w:color="auto" w:fill="FFFFFF"/>
        <w:spacing w:after="0" w:line="240" w:lineRule="auto"/>
        <w:ind w:left="3528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i/>
          <w:iCs/>
          <w:sz w:val="28"/>
          <w:szCs w:val="28"/>
        </w:rPr>
        <w:t>на руке.</w:t>
      </w:r>
    </w:p>
    <w:p w:rsidR="00AA448F" w:rsidRPr="00AB1799" w:rsidRDefault="00AA448F" w:rsidP="00EA01F4">
      <w:pPr>
        <w:shd w:val="clear" w:color="auto" w:fill="FFFFFF"/>
        <w:tabs>
          <w:tab w:val="left" w:pos="3547"/>
        </w:tabs>
        <w:spacing w:after="0" w:line="240" w:lineRule="auto"/>
        <w:ind w:left="134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Вот — кулак,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z w:val="28"/>
          <w:szCs w:val="28"/>
        </w:rPr>
        <w:t>Сжимают пальцы в кулак.</w:t>
      </w:r>
    </w:p>
    <w:p w:rsidR="00AA448F" w:rsidRPr="00AB1799" w:rsidRDefault="00AA448F" w:rsidP="00EA01F4">
      <w:pPr>
        <w:shd w:val="clear" w:color="auto" w:fill="FFFFFF"/>
        <w:tabs>
          <w:tab w:val="left" w:pos="3518"/>
        </w:tabs>
        <w:spacing w:after="0" w:line="240" w:lineRule="auto"/>
        <w:ind w:left="115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А вот — ладошка.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z w:val="28"/>
          <w:szCs w:val="28"/>
        </w:rPr>
        <w:t>Разжимают их.</w:t>
      </w:r>
    </w:p>
    <w:p w:rsidR="00AA448F" w:rsidRPr="00AB1799" w:rsidRDefault="00AA448F" w:rsidP="00817285">
      <w:pPr>
        <w:shd w:val="clear" w:color="auto" w:fill="FFFFFF"/>
        <w:tabs>
          <w:tab w:val="left" w:pos="3538"/>
        </w:tabs>
        <w:spacing w:after="0" w:line="240" w:lineRule="auto"/>
        <w:ind w:left="130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На ладошку села кошка!</w:t>
      </w:r>
      <w:r w:rsidRPr="00AB179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iCs/>
          <w:spacing w:val="-1"/>
          <w:sz w:val="28"/>
          <w:szCs w:val="28"/>
        </w:rPr>
        <w:t>Ставят на ладонь пальцы вто</w:t>
      </w:r>
      <w:r w:rsidRPr="00AB1799">
        <w:rPr>
          <w:rFonts w:ascii="Times New Roman" w:hAnsi="Times New Roman"/>
          <w:i/>
          <w:iCs/>
          <w:sz w:val="28"/>
          <w:szCs w:val="28"/>
        </w:rPr>
        <w:t>рой руки.</w:t>
      </w:r>
    </w:p>
    <w:p w:rsidR="00AA448F" w:rsidRPr="00AB1799" w:rsidRDefault="00AA448F" w:rsidP="00EA01F4">
      <w:pPr>
        <w:shd w:val="clear" w:color="auto" w:fill="FFFFFF"/>
        <w:tabs>
          <w:tab w:val="left" w:pos="3509"/>
        </w:tabs>
        <w:spacing w:after="0" w:line="240" w:lineRule="auto"/>
        <w:ind w:left="115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И крадется потихоньку,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z w:val="28"/>
          <w:szCs w:val="28"/>
        </w:rPr>
        <w:t>«Пробегают» пальчиками по</w:t>
      </w:r>
      <w:r w:rsidRPr="00817285">
        <w:t xml:space="preserve"> </w:t>
      </w:r>
      <w:r w:rsidRPr="00817285">
        <w:rPr>
          <w:rFonts w:ascii="Times New Roman" w:hAnsi="Times New Roman"/>
          <w:i/>
          <w:iCs/>
          <w:sz w:val="28"/>
          <w:szCs w:val="28"/>
        </w:rPr>
        <w:t>руке до плеча.</w:t>
      </w:r>
    </w:p>
    <w:p w:rsidR="00AA448F" w:rsidRPr="00AB1799" w:rsidRDefault="00AA448F" w:rsidP="00EA01F4">
      <w:pPr>
        <w:shd w:val="clear" w:color="auto" w:fill="FFFFFF"/>
        <w:tabs>
          <w:tab w:val="left" w:pos="3475"/>
        </w:tabs>
        <w:spacing w:after="0" w:line="240" w:lineRule="auto"/>
        <w:ind w:left="110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И крадется потихоньку...</w:t>
      </w:r>
      <w:r w:rsidRPr="00AB1799">
        <w:rPr>
          <w:rFonts w:ascii="Times New Roman" w:hAnsi="Times New Roman"/>
          <w:sz w:val="28"/>
          <w:szCs w:val="28"/>
        </w:rPr>
        <w:tab/>
      </w: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ind w:left="110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Видно, мышка там живет!</w:t>
      </w:r>
      <w:r w:rsidRPr="00AB1799">
        <w:rPr>
          <w:rFonts w:ascii="Times New Roman" w:hAnsi="Times New Roman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sz w:val="28"/>
          <w:szCs w:val="28"/>
        </w:rPr>
        <w:t>Прячут кисть другой руки</w:t>
      </w:r>
    </w:p>
    <w:p w:rsidR="00AA448F" w:rsidRDefault="00AA448F" w:rsidP="00EA01F4">
      <w:pPr>
        <w:shd w:val="clear" w:color="auto" w:fill="FFFFFF"/>
        <w:tabs>
          <w:tab w:val="left" w:pos="3494"/>
        </w:tabs>
        <w:spacing w:after="0" w:line="240" w:lineRule="auto"/>
        <w:ind w:left="1358"/>
        <w:rPr>
          <w:rFonts w:ascii="Times New Roman" w:hAnsi="Times New Roman"/>
          <w:i/>
          <w:iCs/>
          <w:sz w:val="28"/>
          <w:szCs w:val="28"/>
        </w:rPr>
      </w:pPr>
      <w:r w:rsidRPr="00AB1799">
        <w:rPr>
          <w:rFonts w:ascii="Times New Roman" w:hAnsi="Times New Roman"/>
          <w:i/>
          <w:iCs/>
          <w:sz w:val="28"/>
          <w:szCs w:val="28"/>
        </w:rPr>
        <w:t>(П. Пикулева)</w:t>
      </w:r>
      <w:r w:rsidRPr="00AB1799">
        <w:rPr>
          <w:rFonts w:ascii="Times New Roman" w:hAnsi="Times New Roman"/>
          <w:i/>
          <w:iCs/>
          <w:sz w:val="28"/>
          <w:szCs w:val="28"/>
        </w:rPr>
        <w:tab/>
        <w:t>в подмышечную впадину.</w:t>
      </w:r>
    </w:p>
    <w:p w:rsidR="00AA448F" w:rsidRDefault="00AA448F" w:rsidP="00EA01F4">
      <w:pPr>
        <w:shd w:val="clear" w:color="auto" w:fill="FFFFFF"/>
        <w:tabs>
          <w:tab w:val="left" w:pos="3494"/>
        </w:tabs>
        <w:spacing w:after="0" w:line="240" w:lineRule="auto"/>
        <w:ind w:left="1358"/>
        <w:rPr>
          <w:rFonts w:ascii="Times New Roman" w:hAnsi="Times New Roman"/>
          <w:i/>
          <w:iCs/>
          <w:sz w:val="28"/>
          <w:szCs w:val="28"/>
        </w:rPr>
      </w:pP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i/>
          <w:sz w:val="28"/>
          <w:szCs w:val="28"/>
        </w:rPr>
        <w:t>(Появляется - мышонок Шуня.)</w:t>
      </w:r>
    </w:p>
    <w:p w:rsidR="00AA448F" w:rsidRPr="00AB1799" w:rsidRDefault="00AA448F" w:rsidP="00EA01F4">
      <w:pPr>
        <w:pStyle w:val="ListParagraph"/>
        <w:numPr>
          <w:ilvl w:val="0"/>
          <w:numId w:val="6"/>
        </w:numPr>
        <w:shd w:val="clear" w:color="auto" w:fill="FFFFFF"/>
        <w:tabs>
          <w:tab w:val="left" w:pos="3494"/>
        </w:tabs>
        <w:rPr>
          <w:b/>
          <w:iCs/>
          <w:sz w:val="28"/>
          <w:szCs w:val="28"/>
        </w:rPr>
      </w:pPr>
      <w:r w:rsidRPr="00AB1799">
        <w:rPr>
          <w:b/>
          <w:sz w:val="28"/>
          <w:szCs w:val="28"/>
        </w:rPr>
        <w:t>Артикуляционная гимнастика.</w:t>
      </w:r>
      <w:r w:rsidRPr="00AB1799">
        <w:rPr>
          <w:iCs/>
          <w:sz w:val="28"/>
          <w:szCs w:val="28"/>
        </w:rPr>
        <w:t xml:space="preserve"> (</w:t>
      </w:r>
      <w:r w:rsidRPr="00AB1799">
        <w:rPr>
          <w:b/>
          <w:i/>
          <w:iCs/>
          <w:sz w:val="28"/>
          <w:szCs w:val="28"/>
        </w:rPr>
        <w:t>Слайд №3</w:t>
      </w:r>
      <w:r w:rsidRPr="00AB1799">
        <w:rPr>
          <w:iCs/>
          <w:sz w:val="28"/>
          <w:szCs w:val="28"/>
        </w:rPr>
        <w:t>)</w:t>
      </w: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B1799">
        <w:rPr>
          <w:rFonts w:ascii="Times New Roman" w:hAnsi="Times New Roman"/>
          <w:iCs/>
          <w:sz w:val="28"/>
          <w:szCs w:val="28"/>
        </w:rPr>
        <w:t>Пуша и Шуня приглашают нас поиграть</w:t>
      </w:r>
      <w:r>
        <w:rPr>
          <w:rFonts w:ascii="Times New Roman" w:hAnsi="Times New Roman"/>
          <w:iCs/>
          <w:sz w:val="28"/>
          <w:szCs w:val="28"/>
        </w:rPr>
        <w:t xml:space="preserve">  с язычком. Дети называю</w:t>
      </w:r>
      <w:r w:rsidRPr="00AB1799">
        <w:rPr>
          <w:rFonts w:ascii="Times New Roman" w:hAnsi="Times New Roman"/>
          <w:iCs/>
          <w:sz w:val="28"/>
          <w:szCs w:val="28"/>
        </w:rPr>
        <w:t>т упражнение,  изображённое на слайде, и выполняет его перед зеркалом. Логопед сопровождает выполнение указаниями и художественным словом.</w:t>
      </w:r>
    </w:p>
    <w:p w:rsidR="00AA448F" w:rsidRPr="00AB1799" w:rsidRDefault="00AA448F" w:rsidP="00EA01F4">
      <w:pPr>
        <w:pStyle w:val="NormalWeb"/>
        <w:spacing w:before="0" w:after="0"/>
        <w:ind w:firstLine="0"/>
        <w:jc w:val="left"/>
        <w:rPr>
          <w:color w:val="333333"/>
          <w:sz w:val="28"/>
          <w:szCs w:val="28"/>
        </w:rPr>
      </w:pPr>
      <w:r w:rsidRPr="00AB1799">
        <w:rPr>
          <w:iCs/>
          <w:sz w:val="28"/>
          <w:szCs w:val="28"/>
        </w:rPr>
        <w:t xml:space="preserve">«Месим тесто» - </w:t>
      </w:r>
      <w:r w:rsidRPr="00AB1799">
        <w:rPr>
          <w:color w:val="333333"/>
          <w:sz w:val="28"/>
          <w:szCs w:val="28"/>
        </w:rPr>
        <w:t>Тесто мнём, мнём, мнём,</w:t>
      </w:r>
    </w:p>
    <w:p w:rsidR="00AA448F" w:rsidRPr="00AB1799" w:rsidRDefault="00AA448F" w:rsidP="00EA01F4">
      <w:pPr>
        <w:pStyle w:val="NormalWeb"/>
        <w:spacing w:before="0" w:after="0"/>
        <w:jc w:val="left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Тесто жмём, жмём, жмём,</w:t>
      </w:r>
    </w:p>
    <w:p w:rsidR="00AA448F" w:rsidRPr="00AB1799" w:rsidRDefault="00AA448F" w:rsidP="00EA01F4">
      <w:pPr>
        <w:pStyle w:val="NormalWeb"/>
        <w:spacing w:before="0" w:after="0"/>
        <w:jc w:val="left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После скалку мы возьмём,</w:t>
      </w:r>
    </w:p>
    <w:p w:rsidR="00AA448F" w:rsidRPr="00AB1799" w:rsidRDefault="00AA448F" w:rsidP="00EA01F4">
      <w:pPr>
        <w:pStyle w:val="NormalWeb"/>
        <w:spacing w:before="0" w:after="0"/>
        <w:jc w:val="left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Тесто тонко раскатаем,</w:t>
      </w:r>
    </w:p>
    <w:p w:rsidR="00AA448F" w:rsidRPr="00AB1799" w:rsidRDefault="00AA448F" w:rsidP="00EA01F4">
      <w:pPr>
        <w:pStyle w:val="NormalWeb"/>
        <w:spacing w:before="0" w:after="0"/>
        <w:jc w:val="left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Выпекать пирог поставим.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iCs/>
          <w:sz w:val="28"/>
          <w:szCs w:val="28"/>
        </w:rPr>
        <w:t xml:space="preserve">«Блинчики» -    </w:t>
      </w:r>
      <w:r w:rsidRPr="00AB1799">
        <w:rPr>
          <w:color w:val="333333"/>
          <w:sz w:val="28"/>
          <w:szCs w:val="28"/>
        </w:rPr>
        <w:t>Испекли блинов немножко,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Остудили на окошке.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Есть их будем со сметаной,</w:t>
      </w:r>
    </w:p>
    <w:p w:rsidR="00AA448F" w:rsidRPr="00AB1799" w:rsidRDefault="00AA448F" w:rsidP="00EA01F4">
      <w:pPr>
        <w:shd w:val="clear" w:color="auto" w:fill="FFFFFF"/>
        <w:spacing w:after="0" w:line="240" w:lineRule="auto"/>
        <w:ind w:right="1210"/>
        <w:jc w:val="both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333333"/>
          <w:sz w:val="28"/>
          <w:szCs w:val="28"/>
        </w:rPr>
        <w:t xml:space="preserve">                              Пригласим к обеду маму</w:t>
      </w:r>
      <w:r w:rsidRPr="00AB1799">
        <w:rPr>
          <w:rFonts w:ascii="Times New Roman" w:hAnsi="Times New Roman"/>
          <w:i/>
          <w:iCs/>
          <w:color w:val="333333"/>
          <w:sz w:val="28"/>
          <w:szCs w:val="28"/>
        </w:rPr>
        <w:t xml:space="preserve">. 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iCs/>
          <w:sz w:val="28"/>
          <w:szCs w:val="28"/>
        </w:rPr>
        <w:t xml:space="preserve">«Вкусное варенье» - </w:t>
      </w:r>
      <w:r w:rsidRPr="00AB1799">
        <w:rPr>
          <w:color w:val="333333"/>
          <w:sz w:val="28"/>
          <w:szCs w:val="28"/>
        </w:rPr>
        <w:t>Блин мы ели с наслажденьем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         Перепачкались вареньем.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         Чтоб варенье с губ убрать,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                Ротик нужно облизать.</w:t>
      </w: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B1799">
        <w:rPr>
          <w:rFonts w:ascii="Times New Roman" w:hAnsi="Times New Roman"/>
          <w:iCs/>
          <w:sz w:val="28"/>
          <w:szCs w:val="28"/>
        </w:rPr>
        <w:t xml:space="preserve"> «Бублик» -  Бублик мы изобразили –</w:t>
      </w: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B1799">
        <w:rPr>
          <w:rFonts w:ascii="Times New Roman" w:hAnsi="Times New Roman"/>
          <w:iCs/>
          <w:sz w:val="28"/>
          <w:szCs w:val="28"/>
        </w:rPr>
        <w:t xml:space="preserve">                      Губы плавно округлили.</w:t>
      </w: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B1799">
        <w:rPr>
          <w:rFonts w:ascii="Times New Roman" w:hAnsi="Times New Roman"/>
          <w:iCs/>
          <w:sz w:val="28"/>
          <w:szCs w:val="28"/>
        </w:rPr>
        <w:t xml:space="preserve">                      Их теперь нельзя смыкать,</w:t>
      </w:r>
    </w:p>
    <w:p w:rsidR="00AA448F" w:rsidRPr="00AB1799" w:rsidRDefault="00AA448F" w:rsidP="00EA01F4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B1799">
        <w:rPr>
          <w:rFonts w:ascii="Times New Roman" w:hAnsi="Times New Roman"/>
          <w:iCs/>
          <w:sz w:val="28"/>
          <w:szCs w:val="28"/>
        </w:rPr>
        <w:t xml:space="preserve">                      «Бублик» надо удержать.</w:t>
      </w:r>
    </w:p>
    <w:p w:rsidR="00AA448F" w:rsidRPr="00AB1799" w:rsidRDefault="00AA448F" w:rsidP="00EA01F4">
      <w:pPr>
        <w:pStyle w:val="NormalWeb"/>
        <w:spacing w:before="0" w:after="0"/>
        <w:ind w:firstLine="0"/>
        <w:rPr>
          <w:color w:val="333333"/>
          <w:sz w:val="28"/>
          <w:szCs w:val="28"/>
        </w:rPr>
      </w:pPr>
      <w:r w:rsidRPr="00AB1799">
        <w:rPr>
          <w:iCs/>
          <w:sz w:val="28"/>
          <w:szCs w:val="28"/>
        </w:rPr>
        <w:t xml:space="preserve">«Чашечка» -  </w:t>
      </w:r>
      <w:r w:rsidRPr="00AB1799">
        <w:rPr>
          <w:color w:val="333333"/>
          <w:sz w:val="28"/>
          <w:szCs w:val="28"/>
        </w:rPr>
        <w:t>Вкусных мы блинов поели,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Выпить чаю захотели.</w:t>
      </w:r>
    </w:p>
    <w:p w:rsidR="00AA448F" w:rsidRPr="00AB1799" w:rsidRDefault="00AA448F" w:rsidP="00EA01F4">
      <w:pPr>
        <w:pStyle w:val="NormalWeb"/>
        <w:spacing w:before="0" w:after="0"/>
        <w:rPr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Язычок мы к носу тянем,</w:t>
      </w:r>
    </w:p>
    <w:p w:rsidR="00AA448F" w:rsidRPr="00AB1799" w:rsidRDefault="00AA448F" w:rsidP="00EA01F4">
      <w:pPr>
        <w:pStyle w:val="NormalWeb"/>
        <w:spacing w:before="0" w:after="0"/>
        <w:rPr>
          <w:rFonts w:ascii="Arial" w:hAnsi="Arial" w:cs="Arial"/>
          <w:color w:val="333333"/>
          <w:sz w:val="28"/>
          <w:szCs w:val="28"/>
        </w:rPr>
      </w:pPr>
      <w:r w:rsidRPr="00AB1799">
        <w:rPr>
          <w:color w:val="333333"/>
          <w:sz w:val="28"/>
          <w:szCs w:val="28"/>
        </w:rPr>
        <w:t xml:space="preserve">                    Чашку с чаем представляем</w:t>
      </w:r>
      <w:r w:rsidRPr="00AB1799">
        <w:rPr>
          <w:rFonts w:ascii="Arial" w:hAnsi="Arial" w:cs="Arial"/>
          <w:color w:val="333333"/>
          <w:sz w:val="28"/>
          <w:szCs w:val="28"/>
        </w:rPr>
        <w:t>.</w:t>
      </w:r>
    </w:p>
    <w:p w:rsidR="00AA448F" w:rsidRPr="00AB1799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4"/>
          <w:sz w:val="28"/>
          <w:szCs w:val="28"/>
        </w:rPr>
      </w:pPr>
      <w:r w:rsidRPr="00AB1799">
        <w:rPr>
          <w:rFonts w:ascii="Times New Roman" w:hAnsi="Times New Roman"/>
          <w:iCs/>
          <w:sz w:val="28"/>
          <w:szCs w:val="28"/>
        </w:rPr>
        <w:t xml:space="preserve"> «Парашютик» - </w:t>
      </w:r>
      <w:r w:rsidRPr="00AB1799">
        <w:rPr>
          <w:rFonts w:ascii="Times New Roman" w:hAnsi="Times New Roman"/>
          <w:color w:val="000000"/>
          <w:spacing w:val="-7"/>
          <w:sz w:val="28"/>
          <w:szCs w:val="28"/>
        </w:rPr>
        <w:t>Я «чашку» выведу вперёд,</w:t>
      </w:r>
      <w:r w:rsidRPr="00AB1799">
        <w:rPr>
          <w:rFonts w:ascii="Times New Roman" w:hAnsi="Times New Roman"/>
          <w:sz w:val="28"/>
          <w:szCs w:val="28"/>
        </w:rPr>
        <w:t xml:space="preserve"> </w:t>
      </w:r>
      <w:r w:rsidRPr="00AB1799">
        <w:rPr>
          <w:rFonts w:ascii="Times New Roman" w:hAnsi="Times New Roman"/>
          <w:color w:val="000000"/>
          <w:spacing w:val="1"/>
          <w:sz w:val="28"/>
          <w:szCs w:val="28"/>
        </w:rPr>
        <w:t>с неё подую вверх.</w:t>
      </w:r>
      <w:r w:rsidRPr="00AB1799">
        <w:rPr>
          <w:rFonts w:ascii="Times New Roman" w:hAnsi="Times New Roman"/>
          <w:sz w:val="28"/>
          <w:szCs w:val="28"/>
        </w:rPr>
        <w:t xml:space="preserve"> </w:t>
      </w:r>
      <w:r w:rsidRPr="00AB1799">
        <w:rPr>
          <w:rFonts w:ascii="Times New Roman" w:hAnsi="Times New Roman"/>
          <w:color w:val="000000"/>
          <w:spacing w:val="1"/>
          <w:sz w:val="28"/>
          <w:szCs w:val="28"/>
        </w:rPr>
        <w:t>И тёплый воздух обдаёт</w:t>
      </w:r>
      <w:r w:rsidRPr="00AB1799">
        <w:rPr>
          <w:rFonts w:ascii="Times New Roman" w:hAnsi="Times New Roman"/>
          <w:sz w:val="28"/>
          <w:szCs w:val="28"/>
        </w:rPr>
        <w:t xml:space="preserve"> </w:t>
      </w:r>
      <w:r w:rsidRPr="00AB1799">
        <w:rPr>
          <w:rFonts w:ascii="Times New Roman" w:hAnsi="Times New Roman"/>
          <w:color w:val="000000"/>
          <w:spacing w:val="4"/>
          <w:sz w:val="28"/>
          <w:szCs w:val="28"/>
        </w:rPr>
        <w:t>мой носик, например.</w:t>
      </w:r>
    </w:p>
    <w:p w:rsidR="00AA448F" w:rsidRPr="00AB1799" w:rsidRDefault="00AA448F" w:rsidP="00EA01F4">
      <w:pPr>
        <w:pStyle w:val="ListParagraph"/>
        <w:numPr>
          <w:ilvl w:val="0"/>
          <w:numId w:val="6"/>
        </w:numPr>
        <w:shd w:val="clear" w:color="auto" w:fill="FFFFFF"/>
        <w:rPr>
          <w:b/>
          <w:sz w:val="28"/>
          <w:szCs w:val="28"/>
        </w:rPr>
      </w:pPr>
      <w:r w:rsidRPr="00AB1799">
        <w:rPr>
          <w:b/>
          <w:sz w:val="28"/>
          <w:szCs w:val="28"/>
        </w:rPr>
        <w:t xml:space="preserve">Изолированное произношение звука. </w:t>
      </w:r>
      <w:r w:rsidRPr="00AB1799">
        <w:rPr>
          <w:b/>
          <w:i/>
          <w:sz w:val="28"/>
          <w:szCs w:val="28"/>
        </w:rPr>
        <w:t>(Слайд №4)</w:t>
      </w:r>
    </w:p>
    <w:p w:rsidR="00AA448F" w:rsidRPr="00AB1799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i/>
          <w:sz w:val="28"/>
          <w:szCs w:val="28"/>
        </w:rPr>
        <w:t>(Ребёнок наводит курсор на картинку, производит щелчок и слышит звук «Ш», затем производит щелчок по цепочке звуков «Ш»  и произносит изолированный звук «Ш».)</w:t>
      </w:r>
    </w:p>
    <w:p w:rsidR="00AA448F" w:rsidRPr="00AB1799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Логопед: </w:t>
      </w:r>
    </w:p>
    <w:p w:rsidR="00AA448F" w:rsidRPr="00AB1799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Послушай и повтори.</w:t>
      </w:r>
    </w:p>
    <w:p w:rsidR="00AA448F" w:rsidRPr="00AB1799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Как шипит гусь?</w:t>
      </w:r>
    </w:p>
    <w:p w:rsidR="00AA448F" w:rsidRPr="00AB1799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Как шипит змея?</w:t>
      </w:r>
    </w:p>
    <w:p w:rsidR="00AA448F" w:rsidRDefault="00AA448F" w:rsidP="00EA01F4">
      <w:pPr>
        <w:shd w:val="clear" w:color="auto" w:fill="FFFFFF"/>
        <w:spacing w:after="0" w:line="240" w:lineRule="auto"/>
        <w:rPr>
          <w:rFonts w:ascii="Verdana" w:hAnsi="Verdana"/>
          <w:color w:val="34332F"/>
          <w:sz w:val="20"/>
          <w:szCs w:val="20"/>
        </w:rPr>
      </w:pPr>
      <w:r w:rsidRPr="00AB1799">
        <w:rPr>
          <w:rFonts w:ascii="Times New Roman" w:hAnsi="Times New Roman"/>
          <w:sz w:val="28"/>
          <w:szCs w:val="28"/>
        </w:rPr>
        <w:t>- Шарик лопнул.</w:t>
      </w:r>
      <w:r w:rsidRPr="0017580A">
        <w:rPr>
          <w:rFonts w:ascii="Verdana" w:hAnsi="Verdana"/>
          <w:color w:val="34332F"/>
          <w:sz w:val="20"/>
          <w:szCs w:val="20"/>
        </w:rPr>
        <w:t xml:space="preserve"> </w:t>
      </w:r>
    </w:p>
    <w:p w:rsidR="00AA448F" w:rsidRPr="0017580A" w:rsidRDefault="00AA448F" w:rsidP="00EA01F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7580A">
        <w:rPr>
          <w:rFonts w:ascii="Times New Roman" w:hAnsi="Times New Roman"/>
          <w:sz w:val="28"/>
          <w:szCs w:val="28"/>
        </w:rPr>
        <w:t>Характеристика</w:t>
      </w:r>
      <w:r>
        <w:rPr>
          <w:rFonts w:ascii="Times New Roman" w:hAnsi="Times New Roman"/>
          <w:sz w:val="28"/>
          <w:szCs w:val="28"/>
        </w:rPr>
        <w:t xml:space="preserve"> звука</w:t>
      </w:r>
      <w:r w:rsidRPr="0017580A">
        <w:rPr>
          <w:rFonts w:ascii="Times New Roman" w:hAnsi="Times New Roman"/>
          <w:sz w:val="28"/>
          <w:szCs w:val="28"/>
        </w:rPr>
        <w:t xml:space="preserve"> по акустическим признакам</w:t>
      </w:r>
      <w:r>
        <w:rPr>
          <w:rFonts w:ascii="Times New Roman" w:hAnsi="Times New Roman"/>
          <w:sz w:val="28"/>
          <w:szCs w:val="28"/>
        </w:rPr>
        <w:t>.</w:t>
      </w:r>
      <w:r w:rsidRPr="001758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- </w:t>
      </w:r>
      <w:r w:rsidRPr="0017580A">
        <w:rPr>
          <w:rFonts w:ascii="Times New Roman" w:hAnsi="Times New Roman"/>
          <w:sz w:val="28"/>
          <w:szCs w:val="28"/>
        </w:rPr>
        <w:t>Когда ты произно</w:t>
      </w:r>
      <w:r>
        <w:rPr>
          <w:rFonts w:ascii="Times New Roman" w:hAnsi="Times New Roman"/>
          <w:sz w:val="28"/>
          <w:szCs w:val="28"/>
        </w:rPr>
        <w:t xml:space="preserve">сишь его, есть преграда во рту? </w:t>
      </w:r>
      <w:r w:rsidRPr="0017580A">
        <w:rPr>
          <w:rFonts w:ascii="Times New Roman" w:hAnsi="Times New Roman"/>
          <w:sz w:val="28"/>
          <w:szCs w:val="28"/>
        </w:rPr>
        <w:t>Какой это звук?</w:t>
      </w:r>
    </w:p>
    <w:p w:rsidR="00AA448F" w:rsidRPr="00AB1799" w:rsidRDefault="00AA448F" w:rsidP="00EA01F4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 xml:space="preserve">        5.   Автоматизация звука в слогах. Игра «Доскажи словечко, повтори чистоговорку». </w:t>
      </w:r>
      <w:r w:rsidRPr="00AB1799">
        <w:rPr>
          <w:rFonts w:ascii="Times New Roman" w:hAnsi="Times New Roman"/>
          <w:b/>
          <w:i/>
          <w:sz w:val="28"/>
          <w:szCs w:val="28"/>
        </w:rPr>
        <w:t>(Слайд №5)</w:t>
      </w:r>
    </w:p>
    <w:p w:rsidR="00AA448F" w:rsidRPr="00AB1799" w:rsidRDefault="00AA448F" w:rsidP="00EA01F4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AB1799">
        <w:rPr>
          <w:rFonts w:ascii="Times New Roman" w:hAnsi="Times New Roman"/>
          <w:sz w:val="28"/>
          <w:szCs w:val="28"/>
        </w:rPr>
        <w:t>Логопед:</w:t>
      </w:r>
    </w:p>
    <w:p w:rsidR="00AA448F" w:rsidRPr="00AB1799" w:rsidRDefault="00AA448F" w:rsidP="00EA01F4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Поиграем с Шуней? Слушай</w:t>
      </w:r>
      <w:r>
        <w:rPr>
          <w:rFonts w:ascii="Times New Roman" w:hAnsi="Times New Roman"/>
          <w:sz w:val="28"/>
          <w:szCs w:val="28"/>
        </w:rPr>
        <w:t>те</w:t>
      </w:r>
      <w:r w:rsidRPr="00AB1799">
        <w:rPr>
          <w:rFonts w:ascii="Times New Roman" w:hAnsi="Times New Roman"/>
          <w:sz w:val="28"/>
          <w:szCs w:val="28"/>
        </w:rPr>
        <w:t xml:space="preserve"> внимательно и подбери</w:t>
      </w:r>
      <w:r>
        <w:rPr>
          <w:rFonts w:ascii="Times New Roman" w:hAnsi="Times New Roman"/>
          <w:sz w:val="28"/>
          <w:szCs w:val="28"/>
        </w:rPr>
        <w:t xml:space="preserve">те </w:t>
      </w:r>
      <w:r w:rsidRPr="00AB1799">
        <w:rPr>
          <w:rFonts w:ascii="Times New Roman" w:hAnsi="Times New Roman"/>
          <w:sz w:val="28"/>
          <w:szCs w:val="28"/>
        </w:rPr>
        <w:t xml:space="preserve"> нужное слово и повтори</w:t>
      </w:r>
      <w:r>
        <w:rPr>
          <w:rFonts w:ascii="Times New Roman" w:hAnsi="Times New Roman"/>
          <w:sz w:val="28"/>
          <w:szCs w:val="28"/>
        </w:rPr>
        <w:t>те</w:t>
      </w:r>
      <w:r w:rsidRPr="00AB1799">
        <w:rPr>
          <w:rFonts w:ascii="Times New Roman" w:hAnsi="Times New Roman"/>
          <w:sz w:val="28"/>
          <w:szCs w:val="28"/>
        </w:rPr>
        <w:t xml:space="preserve"> чистоговорку.</w:t>
      </w:r>
    </w:p>
    <w:p w:rsidR="00AA448F" w:rsidRPr="00AB1799" w:rsidRDefault="00AA448F" w:rsidP="00EA01F4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 xml:space="preserve">       6. Физкультурная минутка «</w:t>
      </w:r>
      <w:r w:rsidRPr="00AB1799">
        <w:rPr>
          <w:rFonts w:ascii="Times New Roman" w:hAnsi="Times New Roman"/>
          <w:b/>
          <w:color w:val="000000"/>
          <w:spacing w:val="1"/>
          <w:sz w:val="28"/>
          <w:szCs w:val="28"/>
        </w:rPr>
        <w:t>Мышки-шалунишки».</w:t>
      </w:r>
    </w:p>
    <w:p w:rsidR="00AA448F" w:rsidRPr="00AB1799" w:rsidRDefault="00AA448F" w:rsidP="00EA01F4">
      <w:pPr>
        <w:shd w:val="clear" w:color="auto" w:fill="FFFFFF"/>
        <w:spacing w:after="0" w:line="240" w:lineRule="auto"/>
        <w:ind w:left="43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3"/>
          <w:sz w:val="28"/>
          <w:szCs w:val="28"/>
        </w:rPr>
        <w:t>В комнате часы висели</w:t>
      </w:r>
    </w:p>
    <w:p w:rsidR="00AA448F" w:rsidRPr="00AB1799" w:rsidRDefault="00AA448F" w:rsidP="00EA01F4">
      <w:pPr>
        <w:shd w:val="clear" w:color="auto" w:fill="FFFFFF"/>
        <w:tabs>
          <w:tab w:val="left" w:pos="3331"/>
        </w:tabs>
        <w:spacing w:after="0" w:line="240" w:lineRule="auto"/>
        <w:ind w:left="43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-1"/>
          <w:sz w:val="28"/>
          <w:szCs w:val="28"/>
        </w:rPr>
        <w:t>И стучали: бом-бом-бом.</w:t>
      </w:r>
      <w:r w:rsidRPr="00AB1799">
        <w:rPr>
          <w:rFonts w:ascii="Times New Roman" w:hAnsi="Times New Roman"/>
          <w:color w:val="000000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>Ритмично хлопать в ладошки</w:t>
      </w:r>
    </w:p>
    <w:p w:rsidR="00AA448F" w:rsidRPr="00AB1799" w:rsidRDefault="00AA448F" w:rsidP="00EA01F4">
      <w:pPr>
        <w:shd w:val="clear" w:color="auto" w:fill="FFFFFF"/>
        <w:tabs>
          <w:tab w:val="left" w:pos="3331"/>
        </w:tabs>
        <w:spacing w:after="0" w:line="240" w:lineRule="auto"/>
        <w:ind w:left="43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2"/>
          <w:sz w:val="28"/>
          <w:szCs w:val="28"/>
        </w:rPr>
        <w:t>Мышки каждый раз пугались,</w:t>
      </w:r>
      <w:r w:rsidRPr="00AB179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A448F" w:rsidRPr="00AB1799" w:rsidRDefault="00AA448F" w:rsidP="00EA01F4">
      <w:pPr>
        <w:shd w:val="clear" w:color="auto" w:fill="FFFFFF"/>
        <w:spacing w:after="0" w:line="240" w:lineRule="auto"/>
        <w:ind w:left="43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3"/>
          <w:sz w:val="28"/>
          <w:szCs w:val="28"/>
        </w:rPr>
        <w:t>Слушая ужасный звон.</w:t>
      </w:r>
    </w:p>
    <w:p w:rsidR="00AA448F" w:rsidRPr="00AB1799" w:rsidRDefault="00AA448F" w:rsidP="00EA01F4">
      <w:pPr>
        <w:shd w:val="clear" w:color="auto" w:fill="FFFFFF"/>
        <w:spacing w:after="0" w:line="240" w:lineRule="auto"/>
        <w:ind w:left="43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4"/>
          <w:sz w:val="28"/>
          <w:szCs w:val="28"/>
        </w:rPr>
        <w:t>Потянули гири вниз —</w:t>
      </w:r>
    </w:p>
    <w:p w:rsidR="00AA448F" w:rsidRPr="00AB1799" w:rsidRDefault="00AA448F" w:rsidP="00EA01F4">
      <w:pPr>
        <w:shd w:val="clear" w:color="auto" w:fill="FFFFFF"/>
        <w:tabs>
          <w:tab w:val="left" w:pos="3331"/>
        </w:tabs>
        <w:spacing w:after="0" w:line="240" w:lineRule="auto"/>
        <w:ind w:left="29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-1"/>
          <w:sz w:val="28"/>
          <w:szCs w:val="28"/>
        </w:rPr>
        <w:t>Так-так-так, так-так-так.</w:t>
      </w:r>
      <w:r w:rsidRPr="00AB1799">
        <w:rPr>
          <w:rFonts w:ascii="Times New Roman" w:hAnsi="Times New Roman"/>
          <w:color w:val="000000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Поднимать руки и ритмично</w:t>
      </w:r>
    </w:p>
    <w:p w:rsidR="00AA448F" w:rsidRPr="00AB1799" w:rsidRDefault="00AA448F" w:rsidP="00EA01F4">
      <w:pPr>
        <w:shd w:val="clear" w:color="auto" w:fill="FFFFFF"/>
        <w:tabs>
          <w:tab w:val="left" w:pos="3331"/>
        </w:tabs>
        <w:spacing w:after="0" w:line="240" w:lineRule="auto"/>
        <w:ind w:left="38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2"/>
          <w:sz w:val="28"/>
          <w:szCs w:val="28"/>
        </w:rPr>
        <w:t>Быстро стрелки завелись —</w:t>
      </w:r>
      <w:r w:rsidRPr="00AB1799">
        <w:rPr>
          <w:rFonts w:ascii="Times New Roman" w:hAnsi="Times New Roman"/>
          <w:color w:val="000000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хлопать, опуская руки вниз.</w:t>
      </w:r>
    </w:p>
    <w:p w:rsidR="00AA448F" w:rsidRDefault="00AA448F" w:rsidP="00EA01F4">
      <w:pPr>
        <w:shd w:val="clear" w:color="auto" w:fill="FFFFFF"/>
        <w:tabs>
          <w:tab w:val="left" w:pos="3331"/>
        </w:tabs>
        <w:spacing w:after="0" w:line="240" w:lineRule="auto"/>
        <w:ind w:left="34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-1"/>
          <w:sz w:val="28"/>
          <w:szCs w:val="28"/>
        </w:rPr>
        <w:t>Тик-тик-так, тик-тик-так.</w:t>
      </w:r>
      <w:r w:rsidRPr="00AB1799">
        <w:rPr>
          <w:rFonts w:ascii="Times New Roman" w:hAnsi="Times New Roman"/>
          <w:color w:val="000000"/>
          <w:sz w:val="28"/>
          <w:szCs w:val="28"/>
        </w:rPr>
        <w:tab/>
      </w:r>
      <w:r w:rsidRPr="00AB1799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Ритмично отклонять в сторону указательные</w:t>
      </w:r>
      <w:r w:rsidRPr="00EA01F4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AB1799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пальцы.</w:t>
      </w:r>
    </w:p>
    <w:p w:rsidR="00AA448F" w:rsidRPr="00AB1799" w:rsidRDefault="00AA448F" w:rsidP="00EA01F4">
      <w:pPr>
        <w:shd w:val="clear" w:color="auto" w:fill="FFFFFF"/>
        <w:tabs>
          <w:tab w:val="left" w:pos="3331"/>
        </w:tabs>
        <w:spacing w:after="0" w:line="240" w:lineRule="auto"/>
        <w:ind w:left="34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2"/>
          <w:sz w:val="28"/>
          <w:szCs w:val="28"/>
        </w:rPr>
        <w:t>Стрелки мышек испугали,</w:t>
      </w:r>
      <w:r w:rsidRPr="00AB1799">
        <w:rPr>
          <w:rFonts w:ascii="Times New Roman" w:hAnsi="Times New Roman"/>
          <w:color w:val="000000"/>
          <w:sz w:val="28"/>
          <w:szCs w:val="28"/>
        </w:rPr>
        <w:tab/>
      </w:r>
    </w:p>
    <w:p w:rsidR="00AA448F" w:rsidRPr="00AB1799" w:rsidRDefault="00AA448F" w:rsidP="00EA01F4">
      <w:pPr>
        <w:shd w:val="clear" w:color="auto" w:fill="FFFFFF"/>
        <w:spacing w:after="0" w:line="240" w:lineRule="auto"/>
        <w:ind w:left="38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color w:val="000000"/>
          <w:spacing w:val="3"/>
          <w:sz w:val="28"/>
          <w:szCs w:val="28"/>
        </w:rPr>
        <w:t>В норку мышки убежали.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 xml:space="preserve">     7.  Автоматизация звука в словах.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 xml:space="preserve"> Игра «Прятки». </w:t>
      </w:r>
      <w:r w:rsidRPr="00AB1799">
        <w:rPr>
          <w:rFonts w:ascii="Times New Roman" w:hAnsi="Times New Roman"/>
          <w:b/>
          <w:i/>
          <w:sz w:val="28"/>
          <w:szCs w:val="28"/>
        </w:rPr>
        <w:t>(Слайд № 6)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Логопед: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Поможем Шуне и Пуше узнать и назвать картинки со звуком «Ш» в названии.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 xml:space="preserve">Игра «Кто в домике живёт?» </w:t>
      </w:r>
      <w:r w:rsidRPr="00AB1799">
        <w:rPr>
          <w:rFonts w:ascii="Times New Roman" w:hAnsi="Times New Roman"/>
          <w:b/>
          <w:i/>
          <w:sz w:val="28"/>
          <w:szCs w:val="28"/>
        </w:rPr>
        <w:t>(Слайд № 7)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Логопед: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Посмотри</w:t>
      </w:r>
      <w:r>
        <w:rPr>
          <w:rFonts w:ascii="Times New Roman" w:hAnsi="Times New Roman"/>
          <w:sz w:val="28"/>
          <w:szCs w:val="28"/>
        </w:rPr>
        <w:t>те</w:t>
      </w:r>
      <w:r w:rsidRPr="00AB1799">
        <w:rPr>
          <w:rFonts w:ascii="Times New Roman" w:hAnsi="Times New Roman"/>
          <w:sz w:val="28"/>
          <w:szCs w:val="28"/>
        </w:rPr>
        <w:t>, какой красивый домик, он не простой, в нём живут зверюшки со звуком «Ш» в названии. Отгадай</w:t>
      </w:r>
      <w:r>
        <w:rPr>
          <w:rFonts w:ascii="Times New Roman" w:hAnsi="Times New Roman"/>
          <w:sz w:val="28"/>
          <w:szCs w:val="28"/>
        </w:rPr>
        <w:t>те</w:t>
      </w:r>
      <w:r w:rsidRPr="00AB1799">
        <w:rPr>
          <w:rFonts w:ascii="Times New Roman" w:hAnsi="Times New Roman"/>
          <w:sz w:val="28"/>
          <w:szCs w:val="28"/>
        </w:rPr>
        <w:t xml:space="preserve">, кто живёт в этом домике. </w:t>
      </w:r>
      <w:r w:rsidRPr="00AB1799">
        <w:rPr>
          <w:rFonts w:ascii="Times New Roman" w:hAnsi="Times New Roman"/>
          <w:i/>
          <w:sz w:val="28"/>
          <w:szCs w:val="28"/>
        </w:rPr>
        <w:t>(Ребёнок наводит курсор на картинку и производит щелчок.)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 xml:space="preserve">Игра «Покупки». </w:t>
      </w:r>
      <w:r w:rsidRPr="00AB1799">
        <w:rPr>
          <w:rFonts w:ascii="Times New Roman" w:hAnsi="Times New Roman"/>
          <w:b/>
          <w:i/>
          <w:sz w:val="28"/>
          <w:szCs w:val="28"/>
        </w:rPr>
        <w:t>(Слайд № 8)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Логопед: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Помоги</w:t>
      </w:r>
      <w:r>
        <w:rPr>
          <w:rFonts w:ascii="Times New Roman" w:hAnsi="Times New Roman"/>
          <w:sz w:val="28"/>
          <w:szCs w:val="28"/>
        </w:rPr>
        <w:t xml:space="preserve">те </w:t>
      </w:r>
      <w:r w:rsidRPr="00AB1799">
        <w:rPr>
          <w:rFonts w:ascii="Times New Roman" w:hAnsi="Times New Roman"/>
          <w:sz w:val="28"/>
          <w:szCs w:val="28"/>
        </w:rPr>
        <w:t xml:space="preserve"> Шуне и Пуше сделать покупки со звуком «Ш» в названии. </w:t>
      </w:r>
      <w:r w:rsidRPr="00AB1799">
        <w:rPr>
          <w:rFonts w:ascii="Times New Roman" w:hAnsi="Times New Roman"/>
          <w:i/>
          <w:sz w:val="28"/>
          <w:szCs w:val="28"/>
        </w:rPr>
        <w:t>(Ребёнок наводит курсор на картинку и производит щелчок.)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     </w:t>
      </w:r>
      <w:r w:rsidRPr="00AB1799">
        <w:rPr>
          <w:rFonts w:ascii="Times New Roman" w:hAnsi="Times New Roman"/>
          <w:b/>
          <w:sz w:val="28"/>
          <w:szCs w:val="28"/>
        </w:rPr>
        <w:t xml:space="preserve">8.  Автоматизация звука в предложении. Игра «Что не так?» </w:t>
      </w:r>
      <w:r w:rsidRPr="00AB1799">
        <w:rPr>
          <w:rFonts w:ascii="Times New Roman" w:hAnsi="Times New Roman"/>
          <w:b/>
          <w:i/>
          <w:sz w:val="28"/>
          <w:szCs w:val="28"/>
        </w:rPr>
        <w:t>(Слайд № 9, 10)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Логопед: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>- Послушай</w:t>
      </w:r>
      <w:r>
        <w:rPr>
          <w:rFonts w:ascii="Times New Roman" w:hAnsi="Times New Roman"/>
          <w:sz w:val="28"/>
          <w:szCs w:val="28"/>
        </w:rPr>
        <w:t xml:space="preserve">те </w:t>
      </w:r>
      <w:r w:rsidRPr="00AB1799">
        <w:rPr>
          <w:rFonts w:ascii="Times New Roman" w:hAnsi="Times New Roman"/>
          <w:sz w:val="28"/>
          <w:szCs w:val="28"/>
        </w:rPr>
        <w:t xml:space="preserve"> и посмотри</w:t>
      </w:r>
      <w:r>
        <w:rPr>
          <w:rFonts w:ascii="Times New Roman" w:hAnsi="Times New Roman"/>
          <w:sz w:val="28"/>
          <w:szCs w:val="28"/>
        </w:rPr>
        <w:t>те</w:t>
      </w:r>
      <w:r w:rsidRPr="00AB1799">
        <w:rPr>
          <w:rFonts w:ascii="Times New Roman" w:hAnsi="Times New Roman"/>
          <w:sz w:val="28"/>
          <w:szCs w:val="28"/>
        </w:rPr>
        <w:t>, помоги</w:t>
      </w:r>
      <w:r>
        <w:rPr>
          <w:rFonts w:ascii="Times New Roman" w:hAnsi="Times New Roman"/>
          <w:sz w:val="28"/>
          <w:szCs w:val="28"/>
        </w:rPr>
        <w:t xml:space="preserve">те </w:t>
      </w:r>
      <w:r w:rsidRPr="00AB1799">
        <w:rPr>
          <w:rFonts w:ascii="Times New Roman" w:hAnsi="Times New Roman"/>
          <w:sz w:val="28"/>
          <w:szCs w:val="28"/>
        </w:rPr>
        <w:t xml:space="preserve"> Шуне и Пуше исправить ошибку. </w:t>
      </w:r>
      <w:r w:rsidRPr="00AB1799">
        <w:rPr>
          <w:rFonts w:ascii="Times New Roman" w:hAnsi="Times New Roman"/>
          <w:i/>
          <w:sz w:val="28"/>
          <w:szCs w:val="28"/>
        </w:rPr>
        <w:t xml:space="preserve">(Ребёнок проговаривает предложения.) </w:t>
      </w:r>
    </w:p>
    <w:p w:rsidR="00AA448F" w:rsidRDefault="00AA448F" w:rsidP="00EA01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B1799">
        <w:rPr>
          <w:rFonts w:ascii="Times New Roman" w:hAnsi="Times New Roman"/>
          <w:sz w:val="28"/>
          <w:szCs w:val="28"/>
        </w:rPr>
        <w:t xml:space="preserve">    </w:t>
      </w:r>
      <w:r w:rsidRPr="00AB1799">
        <w:rPr>
          <w:rFonts w:ascii="Times New Roman" w:hAnsi="Times New Roman"/>
          <w:b/>
          <w:sz w:val="28"/>
          <w:szCs w:val="28"/>
        </w:rPr>
        <w:t xml:space="preserve">9.  Автоматизация звука в связной речи. </w:t>
      </w:r>
      <w:r w:rsidRPr="00AB1799">
        <w:rPr>
          <w:rFonts w:ascii="Times New Roman" w:hAnsi="Times New Roman"/>
          <w:b/>
          <w:i/>
          <w:sz w:val="28"/>
          <w:szCs w:val="28"/>
        </w:rPr>
        <w:t>(Слайд № 11)</w:t>
      </w:r>
    </w:p>
    <w:p w:rsidR="00AA448F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Логопед:</w:t>
      </w:r>
    </w:p>
    <w:p w:rsidR="00AA448F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Послушайте рассказ про девочку Машу, кошку Пушу и мышку Шуню. Перескажите  его, опираясь на картинки, тебе помогут стрелочки.</w:t>
      </w:r>
    </w:p>
    <w:p w:rsidR="00AA448F" w:rsidRPr="00EA01F4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6DD6">
        <w:rPr>
          <w:rFonts w:ascii="Times New Roman" w:hAnsi="Times New Roman"/>
          <w:sz w:val="28"/>
          <w:szCs w:val="28"/>
        </w:rPr>
        <w:t>У Маши живет кошка Пуша.</w:t>
      </w:r>
    </w:p>
    <w:p w:rsidR="00AA448F" w:rsidRPr="006D6DD6" w:rsidRDefault="00AA448F" w:rsidP="00EA01F4">
      <w:pPr>
        <w:shd w:val="clear" w:color="auto" w:fill="FFFFFF"/>
        <w:spacing w:after="0" w:line="240" w:lineRule="auto"/>
        <w:ind w:left="14"/>
        <w:rPr>
          <w:rFonts w:ascii="Times New Roman" w:hAnsi="Times New Roman"/>
          <w:sz w:val="28"/>
          <w:szCs w:val="28"/>
        </w:rPr>
      </w:pPr>
      <w:r w:rsidRPr="006D6DD6">
        <w:rPr>
          <w:rFonts w:ascii="Times New Roman" w:hAnsi="Times New Roman"/>
          <w:sz w:val="28"/>
          <w:szCs w:val="28"/>
        </w:rPr>
        <w:t>Кошка Пуша ловит мышку Шуню.</w:t>
      </w:r>
    </w:p>
    <w:p w:rsidR="00AA448F" w:rsidRPr="006D6DD6" w:rsidRDefault="00AA448F" w:rsidP="00EA01F4">
      <w:pPr>
        <w:shd w:val="clear" w:color="auto" w:fill="FFFFFF"/>
        <w:spacing w:after="0" w:line="240" w:lineRule="auto"/>
        <w:ind w:left="14"/>
        <w:rPr>
          <w:rFonts w:ascii="Times New Roman" w:hAnsi="Times New Roman"/>
        </w:rPr>
      </w:pPr>
      <w:r w:rsidRPr="006D6DD6">
        <w:rPr>
          <w:rFonts w:ascii="Times New Roman" w:hAnsi="Times New Roman"/>
          <w:sz w:val="28"/>
          <w:szCs w:val="28"/>
        </w:rPr>
        <w:t>Шуня боится Пушу.</w:t>
      </w:r>
    </w:p>
    <w:p w:rsidR="00AA448F" w:rsidRPr="006D6DD6" w:rsidRDefault="00AA448F" w:rsidP="00EA01F4">
      <w:pPr>
        <w:shd w:val="clear" w:color="auto" w:fill="FFFFFF"/>
        <w:spacing w:after="0" w:line="240" w:lineRule="auto"/>
        <w:ind w:left="19"/>
        <w:rPr>
          <w:rFonts w:ascii="Times New Roman" w:hAnsi="Times New Roman"/>
        </w:rPr>
      </w:pPr>
      <w:r w:rsidRPr="006D6DD6">
        <w:rPr>
          <w:rFonts w:ascii="Times New Roman" w:hAnsi="Times New Roman"/>
          <w:sz w:val="28"/>
          <w:szCs w:val="28"/>
        </w:rPr>
        <w:t>Мышка убегает от кошки.</w:t>
      </w:r>
    </w:p>
    <w:p w:rsidR="00AA448F" w:rsidRPr="006D6DD6" w:rsidRDefault="00AA448F" w:rsidP="00EA01F4">
      <w:pPr>
        <w:shd w:val="clear" w:color="auto" w:fill="FFFFFF"/>
        <w:spacing w:after="0" w:line="240" w:lineRule="auto"/>
        <w:ind w:left="19"/>
        <w:rPr>
          <w:rFonts w:ascii="Times New Roman" w:hAnsi="Times New Roman"/>
          <w:i/>
        </w:rPr>
      </w:pPr>
      <w:r w:rsidRPr="006D6DD6">
        <w:rPr>
          <w:rFonts w:ascii="Times New Roman" w:hAnsi="Times New Roman"/>
          <w:i/>
          <w:sz w:val="28"/>
          <w:szCs w:val="28"/>
        </w:rPr>
        <w:t>Как ты думаешь, Пуша догонит Шуню?</w:t>
      </w:r>
    </w:p>
    <w:p w:rsidR="00AA448F" w:rsidRPr="00EA01F4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799">
        <w:rPr>
          <w:rFonts w:ascii="Times New Roman" w:hAnsi="Times New Roman"/>
          <w:b/>
          <w:sz w:val="28"/>
          <w:szCs w:val="28"/>
        </w:rPr>
        <w:t>10. Итог.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01F4">
        <w:rPr>
          <w:rFonts w:ascii="Times New Roman" w:hAnsi="Times New Roman"/>
          <w:sz w:val="28"/>
          <w:szCs w:val="28"/>
        </w:rPr>
        <w:t>Анализ, оценка.</w:t>
      </w:r>
    </w:p>
    <w:p w:rsidR="00AA448F" w:rsidRPr="001F395A" w:rsidRDefault="00AA448F" w:rsidP="00EA01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 Домашнее задание. </w:t>
      </w:r>
      <w:r w:rsidRPr="001F395A">
        <w:rPr>
          <w:rFonts w:ascii="Times New Roman" w:hAnsi="Times New Roman"/>
          <w:sz w:val="28"/>
          <w:szCs w:val="28"/>
        </w:rPr>
        <w:t>Выучить наизусть стишок.</w:t>
      </w:r>
    </w:p>
    <w:p w:rsidR="00AA448F" w:rsidRPr="00AB1799" w:rsidRDefault="00AA448F" w:rsidP="00EA01F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AA448F" w:rsidRPr="001F395A" w:rsidRDefault="00AA448F" w:rsidP="001F395A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395A">
        <w:rPr>
          <w:rFonts w:ascii="Times New Roman" w:hAnsi="Times New Roman"/>
          <w:sz w:val="28"/>
          <w:szCs w:val="28"/>
        </w:rPr>
        <w:t>Мышонку шепчет мышь:</w:t>
      </w:r>
    </w:p>
    <w:p w:rsidR="00AA448F" w:rsidRPr="001F395A" w:rsidRDefault="00AA448F" w:rsidP="001F395A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F395A">
        <w:rPr>
          <w:rFonts w:ascii="Times New Roman" w:hAnsi="Times New Roman"/>
          <w:sz w:val="28"/>
          <w:szCs w:val="28"/>
        </w:rPr>
        <w:t>- Ты все шумишь, шумишь!</w:t>
      </w:r>
    </w:p>
    <w:p w:rsidR="00AA448F" w:rsidRPr="001F395A" w:rsidRDefault="00AA448F" w:rsidP="001F395A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F395A">
        <w:rPr>
          <w:rFonts w:ascii="Times New Roman" w:hAnsi="Times New Roman"/>
          <w:sz w:val="28"/>
          <w:szCs w:val="28"/>
        </w:rPr>
        <w:t>-Мышонок шепчет мыши:</w:t>
      </w:r>
    </w:p>
    <w:p w:rsidR="00AA448F" w:rsidRPr="001F395A" w:rsidRDefault="00AA448F" w:rsidP="001F395A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1F395A">
        <w:rPr>
          <w:rFonts w:ascii="Times New Roman" w:hAnsi="Times New Roman"/>
          <w:sz w:val="28"/>
          <w:szCs w:val="28"/>
        </w:rPr>
        <w:t>- Шуметь я буду тише.</w:t>
      </w:r>
    </w:p>
    <w:p w:rsidR="00AA448F" w:rsidRPr="00EA01F4" w:rsidRDefault="00AA448F" w:rsidP="003D4E8A">
      <w:pPr>
        <w:shd w:val="clear" w:color="auto" w:fill="FFFFFF"/>
        <w:tabs>
          <w:tab w:val="left" w:pos="3494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  <w:sectPr w:rsidR="00AA448F" w:rsidRPr="00EA01F4" w:rsidSect="00EA01F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AA448F" w:rsidRDefault="00AA448F" w:rsidP="003D4E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448F" w:rsidRDefault="00AA448F" w:rsidP="003D4E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448F" w:rsidRPr="00817285" w:rsidRDefault="00AA448F" w:rsidP="003D4E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7285">
        <w:rPr>
          <w:rFonts w:ascii="Times New Roman" w:hAnsi="Times New Roman"/>
          <w:b/>
          <w:sz w:val="28"/>
          <w:szCs w:val="28"/>
        </w:rPr>
        <w:t>Список  используемой  литературы:</w:t>
      </w:r>
    </w:p>
    <w:p w:rsidR="00AA448F" w:rsidRDefault="00AA448F" w:rsidP="00330689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30689">
        <w:rPr>
          <w:rFonts w:ascii="Times New Roman" w:hAnsi="Times New Roman"/>
          <w:sz w:val="28"/>
          <w:szCs w:val="28"/>
        </w:rPr>
        <w:t xml:space="preserve">Баскакина И.В., Лынская М.И. Логопедические игры. Жужжалочка и Шипелочка. Рабочая тетрадь для исправления недостатков произношения звуков Ж и Ш. </w:t>
      </w:r>
      <w:r>
        <w:rPr>
          <w:rFonts w:ascii="Times New Roman" w:hAnsi="Times New Roman"/>
          <w:sz w:val="28"/>
          <w:szCs w:val="28"/>
        </w:rPr>
        <w:t>М.: Айрис-пресс, 2007</w:t>
      </w:r>
    </w:p>
    <w:p w:rsidR="00AA448F" w:rsidRDefault="00AA448F" w:rsidP="00330689">
      <w:pPr>
        <w:jc w:val="both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30689">
        <w:rPr>
          <w:rFonts w:ascii="Times New Roman" w:hAnsi="Times New Roman"/>
          <w:kern w:val="36"/>
          <w:sz w:val="28"/>
          <w:szCs w:val="28"/>
        </w:rPr>
        <w:t>Косинова Е.М. Гимнастика для развития речи. - М.: ООО "Библиотека Ильи Резника", ООО "Эксмо", 2003</w:t>
      </w:r>
    </w:p>
    <w:p w:rsidR="00AA448F" w:rsidRDefault="00AA448F" w:rsidP="00330689">
      <w:pPr>
        <w:jc w:val="both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3. Буйко В. Чудо – обучайка. – Екатеринбург: «ЛИТУР», 2005</w:t>
      </w:r>
    </w:p>
    <w:p w:rsidR="00AA448F" w:rsidRPr="003A2D4A" w:rsidRDefault="00AA448F" w:rsidP="003A2D4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 xml:space="preserve">4. </w:t>
      </w:r>
      <w:r w:rsidRPr="003A2D4A">
        <w:rPr>
          <w:rFonts w:ascii="Times New Roman" w:hAnsi="Times New Roman"/>
          <w:color w:val="212121"/>
          <w:spacing w:val="4"/>
          <w:sz w:val="28"/>
          <w:szCs w:val="28"/>
        </w:rPr>
        <w:t xml:space="preserve">Бардышева </w:t>
      </w:r>
      <w:r w:rsidRPr="003A2D4A">
        <w:rPr>
          <w:rFonts w:ascii="Times New Roman" w:hAnsi="Times New Roman"/>
          <w:bCs/>
          <w:color w:val="212121"/>
          <w:spacing w:val="4"/>
          <w:sz w:val="28"/>
          <w:szCs w:val="28"/>
        </w:rPr>
        <w:t>Т. Ю., Моносова Е. Н.</w:t>
      </w:r>
      <w:r w:rsidRPr="00E45782">
        <w:rPr>
          <w:color w:val="212121"/>
          <w:spacing w:val="4"/>
          <w:sz w:val="24"/>
          <w:szCs w:val="24"/>
        </w:rPr>
        <w:t xml:space="preserve"> </w:t>
      </w:r>
      <w:r w:rsidRPr="003A2D4A">
        <w:rPr>
          <w:rFonts w:ascii="Times New Roman" w:hAnsi="Times New Roman"/>
          <w:bCs/>
          <w:color w:val="212121"/>
          <w:spacing w:val="5"/>
          <w:sz w:val="28"/>
          <w:szCs w:val="28"/>
        </w:rPr>
        <w:t>ТРА-ЛЯ-ЛЯ ДЛЯ ЯЗЫЧКА</w:t>
      </w:r>
      <w:r>
        <w:rPr>
          <w:rFonts w:ascii="Times New Roman" w:hAnsi="Times New Roman"/>
          <w:bCs/>
          <w:color w:val="212121"/>
          <w:spacing w:val="5"/>
          <w:sz w:val="28"/>
          <w:szCs w:val="28"/>
        </w:rPr>
        <w:t>.-</w:t>
      </w:r>
      <w:r w:rsidRPr="003A2D4A">
        <w:rPr>
          <w:color w:val="212121"/>
          <w:spacing w:val="1"/>
          <w:sz w:val="24"/>
          <w:szCs w:val="24"/>
        </w:rPr>
        <w:t xml:space="preserve"> </w:t>
      </w:r>
      <w:r w:rsidRPr="003A2D4A">
        <w:rPr>
          <w:rFonts w:ascii="Times New Roman" w:hAnsi="Times New Roman"/>
          <w:color w:val="212121"/>
          <w:spacing w:val="1"/>
          <w:sz w:val="28"/>
          <w:szCs w:val="28"/>
        </w:rPr>
        <w:t>Издательский дом «Карапуз»</w:t>
      </w:r>
      <w:r>
        <w:rPr>
          <w:rFonts w:ascii="Times New Roman" w:hAnsi="Times New Roman"/>
          <w:color w:val="212121"/>
          <w:spacing w:val="1"/>
          <w:sz w:val="28"/>
          <w:szCs w:val="28"/>
        </w:rPr>
        <w:t>,</w:t>
      </w:r>
      <w:r w:rsidRPr="003A2D4A">
        <w:rPr>
          <w:color w:val="212121"/>
          <w:spacing w:val="-4"/>
          <w:sz w:val="24"/>
          <w:szCs w:val="24"/>
        </w:rPr>
        <w:t xml:space="preserve"> </w:t>
      </w:r>
      <w:r w:rsidRPr="003A2D4A">
        <w:rPr>
          <w:rFonts w:ascii="Times New Roman" w:hAnsi="Times New Roman"/>
          <w:color w:val="212121"/>
          <w:spacing w:val="-4"/>
          <w:sz w:val="28"/>
          <w:szCs w:val="28"/>
        </w:rPr>
        <w:t>2007</w:t>
      </w:r>
    </w:p>
    <w:p w:rsidR="00AA448F" w:rsidRPr="00E45782" w:rsidRDefault="00AA448F" w:rsidP="003A2D4A">
      <w:pPr>
        <w:shd w:val="clear" w:color="auto" w:fill="FFFFFF"/>
        <w:rPr>
          <w:sz w:val="24"/>
          <w:szCs w:val="24"/>
        </w:rPr>
      </w:pPr>
    </w:p>
    <w:p w:rsidR="00AA448F" w:rsidRDefault="00AA448F" w:rsidP="003A2D4A">
      <w:pPr>
        <w:shd w:val="clear" w:color="auto" w:fill="FFFFFF"/>
        <w:rPr>
          <w:color w:val="212121"/>
          <w:spacing w:val="4"/>
          <w:sz w:val="24"/>
          <w:szCs w:val="24"/>
        </w:rPr>
      </w:pPr>
    </w:p>
    <w:p w:rsidR="00AA448F" w:rsidRPr="00330689" w:rsidRDefault="00AA448F" w:rsidP="00330689">
      <w:pPr>
        <w:jc w:val="both"/>
        <w:rPr>
          <w:rFonts w:ascii="Times New Roman" w:hAnsi="Times New Roman"/>
          <w:sz w:val="28"/>
          <w:szCs w:val="28"/>
        </w:rPr>
      </w:pPr>
    </w:p>
    <w:sectPr w:rsidR="00AA448F" w:rsidRPr="00330689" w:rsidSect="00EA01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72E81"/>
    <w:multiLevelType w:val="multilevel"/>
    <w:tmpl w:val="738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C4230C"/>
    <w:multiLevelType w:val="hybridMultilevel"/>
    <w:tmpl w:val="5A165B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6316A"/>
    <w:multiLevelType w:val="hybridMultilevel"/>
    <w:tmpl w:val="07F6DA1C"/>
    <w:lvl w:ilvl="0" w:tplc="206630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F50C8"/>
    <w:multiLevelType w:val="hybridMultilevel"/>
    <w:tmpl w:val="07F6DA1C"/>
    <w:lvl w:ilvl="0" w:tplc="206630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64080A"/>
    <w:multiLevelType w:val="multilevel"/>
    <w:tmpl w:val="56D6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A82AE7"/>
    <w:multiLevelType w:val="hybridMultilevel"/>
    <w:tmpl w:val="352067EE"/>
    <w:lvl w:ilvl="0" w:tplc="A5C29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D2E09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68C6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328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E1CBB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681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E6D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7C7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72CE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E4B"/>
    <w:rsid w:val="000157B3"/>
    <w:rsid w:val="000519B3"/>
    <w:rsid w:val="0017580A"/>
    <w:rsid w:val="001B1DDC"/>
    <w:rsid w:val="001F395A"/>
    <w:rsid w:val="00292A1B"/>
    <w:rsid w:val="002959AB"/>
    <w:rsid w:val="003023C9"/>
    <w:rsid w:val="00330689"/>
    <w:rsid w:val="003A0843"/>
    <w:rsid w:val="003A2D4A"/>
    <w:rsid w:val="003D3749"/>
    <w:rsid w:val="003D4E8A"/>
    <w:rsid w:val="006D6DD6"/>
    <w:rsid w:val="0071740A"/>
    <w:rsid w:val="00770189"/>
    <w:rsid w:val="00817285"/>
    <w:rsid w:val="00865E42"/>
    <w:rsid w:val="008A61CC"/>
    <w:rsid w:val="008D602B"/>
    <w:rsid w:val="008D7B7F"/>
    <w:rsid w:val="008E01D2"/>
    <w:rsid w:val="008E1572"/>
    <w:rsid w:val="009B4788"/>
    <w:rsid w:val="009D5506"/>
    <w:rsid w:val="00A75477"/>
    <w:rsid w:val="00AA448F"/>
    <w:rsid w:val="00AB1799"/>
    <w:rsid w:val="00B1047D"/>
    <w:rsid w:val="00C24985"/>
    <w:rsid w:val="00C4059A"/>
    <w:rsid w:val="00D3210C"/>
    <w:rsid w:val="00D57E4B"/>
    <w:rsid w:val="00D734CC"/>
    <w:rsid w:val="00D874F5"/>
    <w:rsid w:val="00DB18B8"/>
    <w:rsid w:val="00DD0E5F"/>
    <w:rsid w:val="00E45782"/>
    <w:rsid w:val="00E83153"/>
    <w:rsid w:val="00EA01F4"/>
    <w:rsid w:val="00EF1830"/>
    <w:rsid w:val="00F31A31"/>
    <w:rsid w:val="00F64846"/>
    <w:rsid w:val="00F6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1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7E4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9D5506"/>
    <w:pPr>
      <w:spacing w:before="75" w:after="75" w:line="240" w:lineRule="auto"/>
      <w:ind w:firstLine="16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392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392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392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392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392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324</TotalTime>
  <Pages>5</Pages>
  <Words>942</Words>
  <Characters>5376</Characters>
  <Application>Microsoft Office Outlook</Application>
  <DocSecurity>0</DocSecurity>
  <Lines>0</Lines>
  <Paragraphs>0</Paragraphs>
  <ScaleCrop>false</ScaleCrop>
  <Company>Privat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Светуля</dc:creator>
  <cp:keywords/>
  <dc:description/>
  <cp:lastModifiedBy>Владелец</cp:lastModifiedBy>
  <cp:revision>9</cp:revision>
  <dcterms:created xsi:type="dcterms:W3CDTF">2011-10-11T08:23:00Z</dcterms:created>
  <dcterms:modified xsi:type="dcterms:W3CDTF">2016-02-25T04:34:00Z</dcterms:modified>
</cp:coreProperties>
</file>